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E76764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Γ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8C2D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8C2D10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Γ17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- </w:t>
            </w:r>
            <w:r w:rsidR="008C2D10" w:rsidRPr="008C2D10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Ο2.Ε42 </w:t>
            </w:r>
            <w:bookmarkStart w:id="0" w:name="_GoBack"/>
            <w:bookmarkEnd w:id="0"/>
            <w:r w:rsidR="008C2D10" w:rsidRPr="008C2D10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Οθόνη προβολής Τύπου 03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8C2D10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8C2D10" w:rsidRPr="00DF25B3" w:rsidRDefault="008C2D10" w:rsidP="008C2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D10" w:rsidRPr="00FE320D" w:rsidRDefault="008C2D10" w:rsidP="008C2D10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έχει ωφέλιμη λευκή επιφάνεια με μήκος ακριβώς 300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cm</w:t>
            </w:r>
          </w:p>
        </w:tc>
        <w:tc>
          <w:tcPr>
            <w:tcW w:w="1441" w:type="dxa"/>
          </w:tcPr>
          <w:p w:rsidR="008C2D10" w:rsidRPr="00DF25B3" w:rsidRDefault="008C2D10" w:rsidP="008C2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8C2D10" w:rsidRPr="00DF25B3" w:rsidRDefault="008C2D10" w:rsidP="008C2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C2D10" w:rsidRPr="00DF25B3" w:rsidRDefault="008C2D10" w:rsidP="008C2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8C2D10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8C2D10" w:rsidRPr="00DF25B3" w:rsidRDefault="008C2D10" w:rsidP="008C2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D10" w:rsidRPr="00FE320D" w:rsidRDefault="008C2D10" w:rsidP="008C2D10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έχει ωφέλιμη λευκή επιφάνεια με ύψος μεταξύ 200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cm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και 233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cm</w:t>
            </w:r>
          </w:p>
        </w:tc>
        <w:tc>
          <w:tcPr>
            <w:tcW w:w="1441" w:type="dxa"/>
          </w:tcPr>
          <w:p w:rsidR="008C2D10" w:rsidRPr="00DF25B3" w:rsidRDefault="008C2D10" w:rsidP="008C2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8C2D10" w:rsidRPr="00DF25B3" w:rsidRDefault="008C2D10" w:rsidP="008C2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C2D10" w:rsidRPr="00DF25B3" w:rsidRDefault="008C2D10" w:rsidP="008C2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8C2D10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8C2D10" w:rsidRPr="00DF25B3" w:rsidRDefault="008C2D10" w:rsidP="008C2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D10" w:rsidRPr="00FE320D" w:rsidRDefault="008C2D10" w:rsidP="008C2D10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διατίθεται για τοποθέτηση σε οροφή</w:t>
            </w:r>
          </w:p>
        </w:tc>
        <w:tc>
          <w:tcPr>
            <w:tcW w:w="1441" w:type="dxa"/>
          </w:tcPr>
          <w:p w:rsidR="008C2D10" w:rsidRPr="00DF25B3" w:rsidRDefault="008C2D10" w:rsidP="008C2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8C2D10" w:rsidRPr="00DF25B3" w:rsidRDefault="008C2D10" w:rsidP="008C2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C2D10" w:rsidRPr="00DF25B3" w:rsidRDefault="008C2D10" w:rsidP="008C2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8C2D10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8C2D10" w:rsidRPr="00DF25B3" w:rsidRDefault="008C2D10" w:rsidP="008C2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D10" w:rsidRPr="00FE320D" w:rsidRDefault="008C2D10" w:rsidP="008C2D10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διαθέτει ηλεκτρικό μηχανισμό </w:t>
            </w: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ανόθου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-καθόδου πανιού</w:t>
            </w:r>
          </w:p>
        </w:tc>
        <w:tc>
          <w:tcPr>
            <w:tcW w:w="1441" w:type="dxa"/>
          </w:tcPr>
          <w:p w:rsidR="008C2D10" w:rsidRPr="00DF25B3" w:rsidRDefault="008C2D10" w:rsidP="008C2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8C2D10" w:rsidRPr="00DF25B3" w:rsidRDefault="008C2D10" w:rsidP="008C2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C2D10" w:rsidRPr="00DF25B3" w:rsidRDefault="008C2D10" w:rsidP="008C2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8C2D10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8C2D10" w:rsidRPr="00DF25B3" w:rsidRDefault="008C2D10" w:rsidP="008C2D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C2D10" w:rsidRPr="00FE320D" w:rsidRDefault="008C2D10" w:rsidP="008C2D10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διαθέτει πανί χρώματος ματ-λευκού</w:t>
            </w:r>
          </w:p>
        </w:tc>
        <w:tc>
          <w:tcPr>
            <w:tcW w:w="1441" w:type="dxa"/>
          </w:tcPr>
          <w:p w:rsidR="008C2D10" w:rsidRPr="00DF25B3" w:rsidRDefault="008C2D10" w:rsidP="008C2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8C2D10" w:rsidRPr="00DF25B3" w:rsidRDefault="008C2D10" w:rsidP="008C2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C2D10" w:rsidRPr="00DF25B3" w:rsidRDefault="008C2D10" w:rsidP="008C2D1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B7ED1"/>
    <w:rsid w:val="00406FB0"/>
    <w:rsid w:val="00633A63"/>
    <w:rsid w:val="00671793"/>
    <w:rsid w:val="006E2345"/>
    <w:rsid w:val="008C2D10"/>
    <w:rsid w:val="009471DE"/>
    <w:rsid w:val="00A40B4A"/>
    <w:rsid w:val="00C60E4A"/>
    <w:rsid w:val="00E76764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4F847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0</TotalTime>
  <Pages>1</Pages>
  <Words>63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2</cp:revision>
  <dcterms:created xsi:type="dcterms:W3CDTF">2025-09-10T07:59:00Z</dcterms:created>
  <dcterms:modified xsi:type="dcterms:W3CDTF">2025-09-10T07:59:00Z</dcterms:modified>
</cp:coreProperties>
</file>